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DD" w:rsidRPr="00F15141" w:rsidRDefault="009C64DD" w:rsidP="00294497">
      <w:pPr>
        <w:ind w:right="333"/>
        <w:jc w:val="both"/>
        <w:outlineLvl w:val="0"/>
        <w:rPr>
          <w:rFonts w:ascii="Times New Roman" w:hAnsi="Times New Roman"/>
          <w:b/>
          <w:bCs/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9.85pt;margin-top:-45pt;width:609.95pt;height:188.85pt;z-index:-251658240" wrapcoords="-27 0 -27 21514 21600 21514 21600 0 -27 0">
            <v:imagedata r:id="rId7" o:title="" blacklevel="3277f"/>
            <w10:wrap type="tight"/>
          </v:shape>
        </w:pict>
      </w:r>
    </w:p>
    <w:p w:rsidR="009C64DD" w:rsidRDefault="009C64DD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  <w:r w:rsidRPr="003E1969">
        <w:rPr>
          <w:b/>
          <w:bCs/>
          <w:sz w:val="24"/>
          <w:szCs w:val="24"/>
        </w:rPr>
        <w:tab/>
      </w:r>
    </w:p>
    <w:p w:rsidR="009C64DD" w:rsidRDefault="009C64DD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9C64DD" w:rsidRDefault="009C64DD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9C64DD" w:rsidRDefault="009C64DD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9C64DD" w:rsidRPr="00294497" w:rsidRDefault="009C64DD" w:rsidP="00294497">
      <w:pPr>
        <w:tabs>
          <w:tab w:val="left" w:pos="4203"/>
        </w:tabs>
        <w:ind w:right="333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C64DD" w:rsidRPr="00294497" w:rsidRDefault="009C64DD" w:rsidP="00294497">
      <w:pPr>
        <w:tabs>
          <w:tab w:val="left" w:pos="4203"/>
        </w:tabs>
        <w:ind w:right="333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9C64DD" w:rsidRPr="00294497" w:rsidRDefault="009C64DD" w:rsidP="00294497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 xml:space="preserve">внесённые в рабочую  программу 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 xml:space="preserve">учебного предмета </w:t>
      </w:r>
    </w:p>
    <w:p w:rsidR="009C64DD" w:rsidRPr="00294497" w:rsidRDefault="009C64DD" w:rsidP="00294497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Музыка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C64DD" w:rsidRPr="00294497" w:rsidRDefault="009C64DD" w:rsidP="00294497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</w:rPr>
        <w:t xml:space="preserve">5-8 </w:t>
      </w:r>
      <w:r w:rsidRPr="00294497">
        <w:rPr>
          <w:rFonts w:ascii="Times New Roman" w:hAnsi="Times New Roman"/>
          <w:color w:val="000000"/>
          <w:sz w:val="28"/>
          <w:szCs w:val="28"/>
        </w:rPr>
        <w:t>классов</w:t>
      </w:r>
    </w:p>
    <w:p w:rsidR="009C64DD" w:rsidRPr="00294497" w:rsidRDefault="009C64DD" w:rsidP="0029449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64DD" w:rsidRDefault="009C64DD" w:rsidP="00294497">
      <w:pPr>
        <w:ind w:right="333" w:firstLine="56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64DD" w:rsidRPr="00294497" w:rsidRDefault="009C64DD" w:rsidP="00294497">
      <w:pPr>
        <w:ind w:right="333" w:firstLine="56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64DD" w:rsidRDefault="009C64DD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ind w:right="333"/>
        <w:jc w:val="both"/>
        <w:outlineLvl w:val="0"/>
        <w:rPr>
          <w:sz w:val="24"/>
          <w:szCs w:val="24"/>
        </w:rPr>
      </w:pPr>
    </w:p>
    <w:p w:rsidR="009C64DD" w:rsidRDefault="009C64DD" w:rsidP="00294497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sz w:val="24"/>
          <w:szCs w:val="24"/>
        </w:rPr>
        <w:t>2023</w:t>
      </w:r>
    </w:p>
    <w:p w:rsidR="009C64DD" w:rsidRDefault="009C64DD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C64DD" w:rsidRDefault="009C64DD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C84F93">
        <w:rPr>
          <w:b w:val="0"/>
          <w:sz w:val="28"/>
          <w:szCs w:val="28"/>
        </w:rPr>
        <w:tab/>
      </w:r>
      <w:r w:rsidRPr="00EF1803">
        <w:rPr>
          <w:b w:val="0"/>
          <w:sz w:val="24"/>
          <w:szCs w:val="24"/>
        </w:rPr>
        <w:t xml:space="preserve">В связи с введением </w:t>
      </w:r>
      <w:r w:rsidRPr="00EF1803">
        <w:rPr>
          <w:b w:val="0"/>
          <w:sz w:val="24"/>
          <w:szCs w:val="24"/>
          <w:shd w:val="clear" w:color="auto" w:fill="FFFFFF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 w:rsidRPr="00EF1803">
        <w:rPr>
          <w:b w:val="0"/>
          <w:sz w:val="24"/>
          <w:szCs w:val="24"/>
        </w:rPr>
        <w:t>Министерства образования и науки РФ</w:t>
      </w:r>
      <w:r w:rsidRPr="00EF1803">
        <w:rPr>
          <w:b w:val="0"/>
          <w:sz w:val="24"/>
          <w:szCs w:val="24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 w:rsidRPr="00EF1803">
        <w:rPr>
          <w:b w:val="0"/>
          <w:sz w:val="24"/>
          <w:szCs w:val="24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EF1803">
        <w:rPr>
          <w:b w:val="0"/>
          <w:sz w:val="24"/>
          <w:szCs w:val="24"/>
          <w:shd w:val="clear" w:color="auto" w:fill="FFFFFF"/>
        </w:rPr>
        <w:t xml:space="preserve">), ФГОС СОО (Приказ Министерства образования и науки РФ от 17.05.2012 №413 «Об утверждении федерального </w:t>
      </w:r>
      <w:r w:rsidRPr="00EF1803">
        <w:rPr>
          <w:b w:val="0"/>
          <w:sz w:val="24"/>
          <w:szCs w:val="24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 w:rsidR="009C64DD" w:rsidRPr="00230050" w:rsidRDefault="009C64DD" w:rsidP="00F15141">
      <w:pPr>
        <w:pStyle w:val="ListParagraph"/>
        <w:keepNext/>
        <w:keepLines/>
        <w:shd w:val="clear" w:color="auto" w:fill="FFFFFF"/>
        <w:spacing w:after="0"/>
        <w:ind w:left="0"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30050">
        <w:rPr>
          <w:rFonts w:ascii="Times New Roman" w:hAnsi="Times New Roman"/>
          <w:sz w:val="24"/>
          <w:szCs w:val="24"/>
        </w:rPr>
        <w:t xml:space="preserve">В содержание рабочей программы по учебному  предмету «Музыка»; </w:t>
      </w:r>
    </w:p>
    <w:p w:rsidR="009C64DD" w:rsidRPr="00F15141" w:rsidRDefault="009C64DD" w:rsidP="00F15141">
      <w:pPr>
        <w:pStyle w:val="Heading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F15141">
        <w:rPr>
          <w:b w:val="0"/>
          <w:sz w:val="24"/>
          <w:szCs w:val="24"/>
        </w:rPr>
        <w:t>2. В планируемые результаты рабочей программы по учебному  предмету «Музыка».</w:t>
      </w:r>
    </w:p>
    <w:p w:rsidR="009C64DD" w:rsidRPr="00EF1803" w:rsidRDefault="009C64DD" w:rsidP="00F7199B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i/>
          <w:sz w:val="24"/>
          <w:szCs w:val="24"/>
        </w:rPr>
      </w:pPr>
    </w:p>
    <w:p w:rsidR="009C64DD" w:rsidRDefault="009C64DD">
      <w:pPr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</w:rPr>
        <w:br w:type="page"/>
      </w:r>
    </w:p>
    <w:p w:rsidR="009C64DD" w:rsidRPr="007320C8" w:rsidRDefault="009C64DD" w:rsidP="00800514">
      <w:pPr>
        <w:pStyle w:val="Heading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7320C8">
        <w:rPr>
          <w:b w:val="0"/>
          <w:sz w:val="24"/>
          <w:szCs w:val="24"/>
        </w:rPr>
        <w:t>Приложение 1</w:t>
      </w:r>
    </w:p>
    <w:p w:rsidR="009C64DD" w:rsidRPr="00023EB7" w:rsidRDefault="009C64DD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9C64DD" w:rsidRPr="00023EB7" w:rsidRDefault="009C64DD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 w:rsidRPr="00023EB7">
        <w:rPr>
          <w:rFonts w:ascii="Times New Roman" w:hAnsi="Times New Roman"/>
          <w:color w:val="auto"/>
          <w:sz w:val="24"/>
          <w:szCs w:val="24"/>
        </w:rPr>
        <w:t>Изменения, внесенные в содержание рабочей программы по учебному предмету «Музыка» в соответствии с ф</w:t>
      </w:r>
      <w:r w:rsidRPr="00023EB7">
        <w:rPr>
          <w:rFonts w:ascii="Times New Roman" w:hAnsi="Times New Roman"/>
          <w:bCs w:val="0"/>
          <w:color w:val="auto"/>
          <w:sz w:val="24"/>
          <w:szCs w:val="24"/>
        </w:rPr>
        <w:t>едеральной рабочей программой основного общего образования предмета «Музыка»</w:t>
      </w:r>
    </w:p>
    <w:p w:rsidR="009C64DD" w:rsidRPr="00EF1803" w:rsidRDefault="009C64DD" w:rsidP="00800514">
      <w:pPr>
        <w:spacing w:after="0" w:line="240" w:lineRule="auto"/>
        <w:rPr>
          <w:sz w:val="24"/>
          <w:szCs w:val="24"/>
        </w:rPr>
      </w:pP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bookmarkStart w:id="0" w:name="_Toc139895958"/>
      <w:bookmarkEnd w:id="0"/>
      <w:r w:rsidRPr="00EF1803">
        <w:rPr>
          <w:rFonts w:ascii="Times New Roman" w:hAnsi="Times New Roman"/>
          <w:b/>
          <w:color w:val="000000"/>
          <w:sz w:val="24"/>
          <w:szCs w:val="24"/>
        </w:rPr>
        <w:t xml:space="preserve">Модуль «Музыка моего края»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Фольклор – народное творчество.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со звучанием фольклорных образцов в аудио- и видеозаписи;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определение на слух: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принадлежности к народной или композиторской музыке;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исполнительского состава (вокального, инструментального, смешанного);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жанра, основного настроения, характера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народных песен, танцев, инструментальных наигрышей, фольклорных игр.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Календарный фольклор.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символикой календарных обрядов, поиск информации о соответствующих фольклорных традициях;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народных песен, танцев;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Семейный фольклор.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фольклорными жанрами семейного цикла;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изучение особенностей их исполнения и звучания;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определение на слух жанровой принадлежности, анализ символики традиционных образов;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отдельных песен, фрагментов обрядов (по выбору учителя);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Наш край сегодня.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гимна республики, города, песен местных композиторов;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творческой биографией, деятельностью местных мастеров культуры и искусства;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Модуль  «Народное музыкальное творчество России»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Россия – наш общий дом.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со звучанием фольклорных образцов близких и далеких регионов в аудио- и видеозаписи;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определение на слух: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принадлежности к народной или композиторской музыке;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исполнительского состава (вокального, инструментального, смешанного);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жанра, характера музыки.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Фольклорные жанры.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Общее и особенное в фольклоре народов России: лирика, эпос, танец.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со звучанием фольклора разных регионов России в аудио-и видеозаписи;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аутентичная манера исполнения;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выявление характерных интонаций и ритмов в звучании традиционной музыки разных народов;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народных песен, танцев, эпических сказаний;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двигательная, ритмическая, интонационная импровизация в характере изученных народных танцев и песен;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композиторов.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сравнение аутентичного звучания фольклора и фольклорных мелодий в композиторской обработке;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разучивание, исполнение народной песни в композиторской обработке;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наблюдение за принципами композиторской обработки, развития фольклорного тематического материала;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посещение концерта, спектакля (просмотр фильма, телепередачи), посвященного данной теме;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обсуждение в классе и (или) письменная рецензия по результатам просмотра.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На рубежах культур.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участие в этнографической экспедиции; посещение (участие) в фестивале традиционной культуры.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1" w:name="_Toc139895962"/>
      <w:bookmarkEnd w:id="1"/>
      <w:r w:rsidRPr="00EF1803">
        <w:rPr>
          <w:rFonts w:ascii="Times New Roman" w:hAnsi="Times New Roman"/>
          <w:b/>
          <w:color w:val="000000"/>
          <w:sz w:val="24"/>
          <w:szCs w:val="24"/>
        </w:rPr>
        <w:t xml:space="preserve">Модуль «Музыка народов мира»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Модуль «Современная музыка: основные жанры и направления»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Молодежная музыкальная культура.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песни, относящейся к одному из молодежных музыкальных течений;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дискуссия на тему «Современная музыка»;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презентация альбома своей любимой группы.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Музыка цифрового мира.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поиск информации о способах сохранения и передачи музыки прежде и сейчас;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разучивание и исполнение популярной современной песни;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9C64DD" w:rsidRPr="00EF1803" w:rsidRDefault="009C64DD" w:rsidP="00800514">
      <w:pPr>
        <w:spacing w:after="0" w:line="240" w:lineRule="auto"/>
        <w:rPr>
          <w:sz w:val="24"/>
          <w:szCs w:val="24"/>
        </w:rPr>
      </w:pPr>
      <w:r w:rsidRPr="00EF1803">
        <w:rPr>
          <w:sz w:val="24"/>
          <w:szCs w:val="24"/>
        </w:rPr>
        <w:br w:type="page"/>
      </w:r>
    </w:p>
    <w:p w:rsidR="009C64DD" w:rsidRPr="00EF1803" w:rsidRDefault="009C64DD" w:rsidP="00800514">
      <w:pPr>
        <w:pStyle w:val="Heading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1803">
        <w:rPr>
          <w:b w:val="0"/>
          <w:sz w:val="24"/>
          <w:szCs w:val="24"/>
        </w:rPr>
        <w:t>Приложение 2</w:t>
      </w:r>
    </w:p>
    <w:p w:rsidR="009C64DD" w:rsidRPr="00EF1803" w:rsidRDefault="009C64DD" w:rsidP="00800514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9C64DD" w:rsidRPr="00EF1803" w:rsidRDefault="009C64DD" w:rsidP="00800514">
      <w:pPr>
        <w:spacing w:after="0" w:line="240" w:lineRule="auto"/>
        <w:jc w:val="center"/>
        <w:rPr>
          <w:b/>
          <w:sz w:val="24"/>
          <w:szCs w:val="24"/>
        </w:rPr>
      </w:pPr>
      <w:r w:rsidRPr="00EF1803">
        <w:rPr>
          <w:rFonts w:ascii="Times New Roman" w:hAnsi="Times New Roman"/>
          <w:b/>
          <w:sz w:val="24"/>
          <w:szCs w:val="24"/>
        </w:rPr>
        <w:t>Изменения, внесенные в планируемые результаты рабочей программы по учебному предмету «Музыка» в соответствии с федеральной рабочей программой основного общего образования предмета «Музыка»</w:t>
      </w:r>
    </w:p>
    <w:p w:rsidR="009C64DD" w:rsidRPr="00EF1803" w:rsidRDefault="009C64DD" w:rsidP="00800514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поликультурноми многоконфессиональном обществе;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интерес к изучению истории отечественной музыкальной культуры;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стремление развивать и сохранять музыкальную культуру своей страны, своего края.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2) гражданского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осознание ценности творчества, таланта;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6) физического воспитания, формирования культуры здоровья и эмоционального благополучия: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7) трудового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трудолюбие в учебе, настойчивость в достижении поставленных целей;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8) экологического воспитания: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нравственно-эстетическое отношение к природе,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понимать специфику работы с аудиоинформацией, музыкальными записями;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эффективно использовать интонационно-выразительные возможностив ситуации публичного выступления;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2) вербальное общение: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учебной и творческой деятельности.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делать выбор и брать за него ответственность на себя.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Эмоциональный интеллект: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понимать мотивы и намерения другого человека, анализируя коммуникативно-интонационную ситуацию;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регулировать способ выражения собственных эмоций.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Принятие себя и других: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</w:p>
    <w:p w:rsidR="009C64DD" w:rsidRPr="00EF1803" w:rsidRDefault="009C64DD" w:rsidP="00800514">
      <w:pPr>
        <w:spacing w:after="0" w:line="240" w:lineRule="auto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b/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«Музыка моего края» в 8 классе обучающиеся научится: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 xml:space="preserve">отличать и ценить музыкальные традиции своей республики, края, народа; 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«Народное музыкальное творчество России» обучающиеся 8 класса научится: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 «Музыка народов мира» обучающийся научится: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«Современная музыка: основные жанры и направления» обучающийся научится: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C64DD" w:rsidRPr="00EF1803" w:rsidRDefault="009C64DD" w:rsidP="00800514">
      <w:pPr>
        <w:spacing w:after="0" w:line="240" w:lineRule="auto"/>
        <w:ind w:firstLine="600"/>
        <w:jc w:val="both"/>
        <w:rPr>
          <w:sz w:val="24"/>
          <w:szCs w:val="24"/>
        </w:rPr>
      </w:pPr>
      <w:r w:rsidRPr="00EF1803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9C64DD" w:rsidRPr="00EF1803" w:rsidRDefault="009C64DD" w:rsidP="00800514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sectPr w:rsidR="009C64DD" w:rsidRPr="00EF1803" w:rsidSect="00F15141">
      <w:footerReference w:type="even" r:id="rId8"/>
      <w:footerReference w:type="default" r:id="rId9"/>
      <w:pgSz w:w="11906" w:h="16838"/>
      <w:pgMar w:top="826" w:right="850" w:bottom="851" w:left="1701" w:header="284" w:footer="28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4DD" w:rsidRDefault="009C64DD" w:rsidP="00EF1803">
      <w:pPr>
        <w:spacing w:after="0" w:line="240" w:lineRule="auto"/>
      </w:pPr>
      <w:r>
        <w:separator/>
      </w:r>
    </w:p>
  </w:endnote>
  <w:endnote w:type="continuationSeparator" w:id="0">
    <w:p w:rsidR="009C64DD" w:rsidRDefault="009C64DD" w:rsidP="00EF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DD" w:rsidRDefault="009C64DD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64DD" w:rsidRDefault="009C64DD" w:rsidP="00F151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DD" w:rsidRDefault="009C64DD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9C64DD" w:rsidRDefault="009C64DD" w:rsidP="00F15141">
    <w:pPr>
      <w:pStyle w:val="Footer"/>
      <w:ind w:right="360"/>
      <w:jc w:val="right"/>
    </w:pPr>
  </w:p>
  <w:p w:rsidR="009C64DD" w:rsidRDefault="009C64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4DD" w:rsidRDefault="009C64DD" w:rsidP="00EF1803">
      <w:pPr>
        <w:spacing w:after="0" w:line="240" w:lineRule="auto"/>
      </w:pPr>
      <w:r>
        <w:separator/>
      </w:r>
    </w:p>
  </w:footnote>
  <w:footnote w:type="continuationSeparator" w:id="0">
    <w:p w:rsidR="009C64DD" w:rsidRDefault="009C64DD" w:rsidP="00EF1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4D82"/>
    <w:multiLevelType w:val="hybridMultilevel"/>
    <w:tmpl w:val="C3541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14DCC"/>
    <w:multiLevelType w:val="hybridMultilevel"/>
    <w:tmpl w:val="28161AE4"/>
    <w:lvl w:ilvl="0" w:tplc="C14AD6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0B7"/>
    <w:rsid w:val="00023EB7"/>
    <w:rsid w:val="00125292"/>
    <w:rsid w:val="00200EB6"/>
    <w:rsid w:val="00230050"/>
    <w:rsid w:val="0028474E"/>
    <w:rsid w:val="00284F49"/>
    <w:rsid w:val="00294497"/>
    <w:rsid w:val="002B54D2"/>
    <w:rsid w:val="002E201C"/>
    <w:rsid w:val="00363363"/>
    <w:rsid w:val="003E1969"/>
    <w:rsid w:val="00433D92"/>
    <w:rsid w:val="00470226"/>
    <w:rsid w:val="00483CDA"/>
    <w:rsid w:val="00565B2B"/>
    <w:rsid w:val="005D5B73"/>
    <w:rsid w:val="006E0AC1"/>
    <w:rsid w:val="006F332E"/>
    <w:rsid w:val="007320C8"/>
    <w:rsid w:val="007B3871"/>
    <w:rsid w:val="007C0043"/>
    <w:rsid w:val="00800514"/>
    <w:rsid w:val="008E35F1"/>
    <w:rsid w:val="008E5DDB"/>
    <w:rsid w:val="009C64DD"/>
    <w:rsid w:val="00A63AF4"/>
    <w:rsid w:val="00AC2218"/>
    <w:rsid w:val="00B146A7"/>
    <w:rsid w:val="00BF6B1D"/>
    <w:rsid w:val="00C06ED5"/>
    <w:rsid w:val="00C84F93"/>
    <w:rsid w:val="00D340EA"/>
    <w:rsid w:val="00DA6B12"/>
    <w:rsid w:val="00DB41D5"/>
    <w:rsid w:val="00E8637D"/>
    <w:rsid w:val="00EB5BD4"/>
    <w:rsid w:val="00EC70B7"/>
    <w:rsid w:val="00EE2A9E"/>
    <w:rsid w:val="00EF1803"/>
    <w:rsid w:val="00F15141"/>
    <w:rsid w:val="00F2061C"/>
    <w:rsid w:val="00F65FF1"/>
    <w:rsid w:val="00F66C80"/>
    <w:rsid w:val="00F7199B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D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C84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84F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20C8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EB5B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44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EF1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18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1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803"/>
    <w:rPr>
      <w:rFonts w:cs="Times New Roman"/>
    </w:rPr>
  </w:style>
  <w:style w:type="character" w:styleId="PageNumber">
    <w:name w:val="page number"/>
    <w:basedOn w:val="DefaultParagraphFont"/>
    <w:uiPriority w:val="99"/>
    <w:rsid w:val="00F151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11</Pages>
  <Words>4019</Words>
  <Characters>22909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user</cp:lastModifiedBy>
  <cp:revision>7</cp:revision>
  <cp:lastPrinted>2023-09-26T02:20:00Z</cp:lastPrinted>
  <dcterms:created xsi:type="dcterms:W3CDTF">2023-09-26T01:24:00Z</dcterms:created>
  <dcterms:modified xsi:type="dcterms:W3CDTF">2023-09-27T12:11:00Z</dcterms:modified>
</cp:coreProperties>
</file>