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B44" w:rsidRPr="00573FEE" w:rsidRDefault="00EA3B44" w:rsidP="00294497">
      <w:pPr>
        <w:ind w:right="333"/>
        <w:jc w:val="both"/>
        <w:outlineLvl w:val="0"/>
        <w:rPr>
          <w:rFonts w:ascii="Times New Roman" w:hAnsi="Times New Roman"/>
          <w:b/>
          <w:bCs/>
          <w:sz w:val="16"/>
          <w:szCs w:val="16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81pt;margin-top:-45pt;width:605.2pt;height:180.7pt;z-index:-251658240" wrapcoords="-27 0 -27 21510 21600 21510 21600 0 -27 0">
            <v:imagedata r:id="rId5" o:title="" blacklevel="3277f"/>
            <w10:wrap type="tight"/>
          </v:shape>
        </w:pict>
      </w:r>
    </w:p>
    <w:p w:rsidR="00EA3B44" w:rsidRDefault="00EA3B44" w:rsidP="00294497">
      <w:pPr>
        <w:tabs>
          <w:tab w:val="left" w:pos="4203"/>
        </w:tabs>
        <w:ind w:right="333"/>
        <w:jc w:val="both"/>
        <w:outlineLvl w:val="0"/>
        <w:rPr>
          <w:b/>
          <w:bCs/>
          <w:sz w:val="24"/>
          <w:szCs w:val="24"/>
        </w:rPr>
      </w:pPr>
      <w:r w:rsidRPr="003E1969">
        <w:rPr>
          <w:b/>
          <w:bCs/>
          <w:sz w:val="24"/>
          <w:szCs w:val="24"/>
        </w:rPr>
        <w:tab/>
      </w:r>
    </w:p>
    <w:p w:rsidR="00EA3B44" w:rsidRDefault="00EA3B44" w:rsidP="00294497">
      <w:pPr>
        <w:tabs>
          <w:tab w:val="left" w:pos="4203"/>
        </w:tabs>
        <w:ind w:right="333"/>
        <w:jc w:val="both"/>
        <w:outlineLvl w:val="0"/>
        <w:rPr>
          <w:b/>
          <w:bCs/>
          <w:sz w:val="24"/>
          <w:szCs w:val="24"/>
        </w:rPr>
      </w:pPr>
    </w:p>
    <w:p w:rsidR="00EA3B44" w:rsidRDefault="00EA3B44" w:rsidP="00294497">
      <w:pPr>
        <w:tabs>
          <w:tab w:val="left" w:pos="4203"/>
        </w:tabs>
        <w:ind w:right="333"/>
        <w:jc w:val="both"/>
        <w:outlineLvl w:val="0"/>
        <w:rPr>
          <w:b/>
          <w:bCs/>
          <w:sz w:val="24"/>
          <w:szCs w:val="24"/>
        </w:rPr>
      </w:pPr>
    </w:p>
    <w:p w:rsidR="00EA3B44" w:rsidRDefault="00EA3B44" w:rsidP="00294497">
      <w:pPr>
        <w:tabs>
          <w:tab w:val="left" w:pos="4203"/>
        </w:tabs>
        <w:ind w:right="333"/>
        <w:jc w:val="both"/>
        <w:outlineLvl w:val="0"/>
        <w:rPr>
          <w:b/>
          <w:bCs/>
          <w:sz w:val="24"/>
          <w:szCs w:val="24"/>
        </w:rPr>
      </w:pPr>
    </w:p>
    <w:p w:rsidR="00EA3B44" w:rsidRPr="00294497" w:rsidRDefault="00EA3B44" w:rsidP="00294497">
      <w:pPr>
        <w:tabs>
          <w:tab w:val="left" w:pos="4203"/>
        </w:tabs>
        <w:ind w:right="333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EA3B44" w:rsidRPr="00294497" w:rsidRDefault="00EA3B44" w:rsidP="00294497">
      <w:pPr>
        <w:tabs>
          <w:tab w:val="left" w:pos="4203"/>
        </w:tabs>
        <w:ind w:right="333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294497">
        <w:rPr>
          <w:rFonts w:ascii="Times New Roman" w:hAnsi="Times New Roman"/>
          <w:b/>
          <w:bCs/>
          <w:sz w:val="28"/>
          <w:szCs w:val="28"/>
        </w:rPr>
        <w:t>ИЗМЕНЕНИЯ,</w:t>
      </w:r>
    </w:p>
    <w:p w:rsidR="00EA3B44" w:rsidRPr="00294497" w:rsidRDefault="00EA3B44" w:rsidP="00294497">
      <w:pPr>
        <w:spacing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94497">
        <w:rPr>
          <w:rFonts w:ascii="Times New Roman" w:hAnsi="Times New Roman"/>
          <w:b/>
          <w:bCs/>
          <w:sz w:val="28"/>
          <w:szCs w:val="28"/>
        </w:rPr>
        <w:t xml:space="preserve">внесённые в рабочую  программу </w:t>
      </w:r>
      <w:r w:rsidRPr="00294497">
        <w:rPr>
          <w:rFonts w:ascii="Times New Roman" w:hAnsi="Times New Roman"/>
          <w:b/>
          <w:color w:val="000000"/>
          <w:sz w:val="28"/>
          <w:szCs w:val="28"/>
        </w:rPr>
        <w:t xml:space="preserve">учебного предмета </w:t>
      </w:r>
    </w:p>
    <w:p w:rsidR="00EA3B44" w:rsidRPr="00294497" w:rsidRDefault="00EA3B44" w:rsidP="00DD4FD3">
      <w:pPr>
        <w:spacing w:line="408" w:lineRule="auto"/>
        <w:ind w:left="-360"/>
        <w:jc w:val="center"/>
        <w:rPr>
          <w:rFonts w:ascii="Times New Roman" w:hAnsi="Times New Roman"/>
          <w:sz w:val="28"/>
          <w:szCs w:val="28"/>
        </w:rPr>
      </w:pPr>
      <w:r w:rsidRPr="00294497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  <w:szCs w:val="28"/>
        </w:rPr>
        <w:t>Музыка</w:t>
      </w:r>
      <w:r w:rsidRPr="00294497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EA3B44" w:rsidRPr="00294497" w:rsidRDefault="00EA3B44" w:rsidP="00294497">
      <w:pPr>
        <w:spacing w:line="408" w:lineRule="auto"/>
        <w:ind w:left="120"/>
        <w:jc w:val="center"/>
        <w:rPr>
          <w:rFonts w:ascii="Times New Roman" w:hAnsi="Times New Roman"/>
          <w:sz w:val="28"/>
          <w:szCs w:val="28"/>
        </w:rPr>
      </w:pPr>
      <w:r w:rsidRPr="00294497">
        <w:rPr>
          <w:rFonts w:ascii="Times New Roman" w:hAnsi="Times New Roman"/>
          <w:color w:val="000000"/>
          <w:sz w:val="28"/>
          <w:szCs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szCs w:val="28"/>
        </w:rPr>
        <w:t xml:space="preserve">1-4 </w:t>
      </w:r>
      <w:r w:rsidRPr="00294497">
        <w:rPr>
          <w:rFonts w:ascii="Times New Roman" w:hAnsi="Times New Roman"/>
          <w:color w:val="000000"/>
          <w:sz w:val="28"/>
          <w:szCs w:val="28"/>
        </w:rPr>
        <w:t>классов</w:t>
      </w:r>
    </w:p>
    <w:p w:rsidR="00EA3B44" w:rsidRPr="00294497" w:rsidRDefault="00EA3B44" w:rsidP="0029449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A3B44" w:rsidRPr="00294497" w:rsidRDefault="00EA3B44" w:rsidP="00294497">
      <w:pPr>
        <w:ind w:right="333" w:firstLine="56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A3B44" w:rsidRDefault="00EA3B44" w:rsidP="00294497">
      <w:pPr>
        <w:ind w:right="333" w:firstLine="568"/>
        <w:jc w:val="both"/>
        <w:outlineLvl w:val="0"/>
        <w:rPr>
          <w:sz w:val="24"/>
          <w:szCs w:val="24"/>
        </w:rPr>
      </w:pPr>
    </w:p>
    <w:p w:rsidR="00EA3B44" w:rsidRDefault="00EA3B44" w:rsidP="00294497">
      <w:pPr>
        <w:ind w:right="333" w:firstLine="568"/>
        <w:jc w:val="both"/>
        <w:outlineLvl w:val="0"/>
        <w:rPr>
          <w:sz w:val="24"/>
          <w:szCs w:val="24"/>
        </w:rPr>
      </w:pPr>
    </w:p>
    <w:p w:rsidR="00EA3B44" w:rsidRDefault="00EA3B44" w:rsidP="00294497">
      <w:pPr>
        <w:ind w:right="333" w:firstLine="568"/>
        <w:jc w:val="both"/>
        <w:outlineLvl w:val="0"/>
        <w:rPr>
          <w:sz w:val="24"/>
          <w:szCs w:val="24"/>
        </w:rPr>
      </w:pPr>
    </w:p>
    <w:p w:rsidR="00EA3B44" w:rsidRDefault="00EA3B44" w:rsidP="00294497">
      <w:pPr>
        <w:ind w:right="333" w:firstLine="568"/>
        <w:jc w:val="both"/>
        <w:outlineLvl w:val="0"/>
        <w:rPr>
          <w:sz w:val="24"/>
          <w:szCs w:val="24"/>
        </w:rPr>
      </w:pPr>
    </w:p>
    <w:p w:rsidR="00EA3B44" w:rsidRDefault="00EA3B44" w:rsidP="00294497">
      <w:pPr>
        <w:ind w:right="333" w:firstLine="568"/>
        <w:jc w:val="both"/>
        <w:outlineLvl w:val="0"/>
        <w:rPr>
          <w:sz w:val="24"/>
          <w:szCs w:val="24"/>
        </w:rPr>
      </w:pPr>
    </w:p>
    <w:p w:rsidR="00EA3B44" w:rsidRDefault="00EA3B44" w:rsidP="00294497">
      <w:pPr>
        <w:ind w:right="333"/>
        <w:jc w:val="both"/>
        <w:outlineLvl w:val="0"/>
        <w:rPr>
          <w:sz w:val="24"/>
          <w:szCs w:val="24"/>
        </w:rPr>
      </w:pPr>
    </w:p>
    <w:p w:rsidR="00EA3B44" w:rsidRDefault="00EA3B44" w:rsidP="00294497">
      <w:pPr>
        <w:ind w:right="333"/>
        <w:jc w:val="both"/>
        <w:outlineLvl w:val="0"/>
        <w:rPr>
          <w:sz w:val="24"/>
          <w:szCs w:val="24"/>
        </w:rPr>
      </w:pPr>
    </w:p>
    <w:p w:rsidR="00EA3B44" w:rsidRDefault="00EA3B44" w:rsidP="00294497">
      <w:pPr>
        <w:ind w:right="333"/>
        <w:jc w:val="both"/>
        <w:outlineLvl w:val="0"/>
        <w:rPr>
          <w:sz w:val="24"/>
          <w:szCs w:val="24"/>
        </w:rPr>
      </w:pPr>
    </w:p>
    <w:p w:rsidR="00EA3B44" w:rsidRDefault="00EA3B44" w:rsidP="00294497">
      <w:pPr>
        <w:pStyle w:val="Heading2"/>
        <w:shd w:val="clear" w:color="auto" w:fill="FFFFFF"/>
        <w:spacing w:before="0" w:beforeAutospacing="0" w:after="0" w:afterAutospacing="0"/>
        <w:jc w:val="center"/>
        <w:rPr>
          <w:b w:val="0"/>
          <w:sz w:val="28"/>
          <w:szCs w:val="28"/>
        </w:rPr>
      </w:pPr>
      <w:r>
        <w:rPr>
          <w:sz w:val="24"/>
          <w:szCs w:val="24"/>
        </w:rPr>
        <w:t>2023</w:t>
      </w:r>
    </w:p>
    <w:p w:rsidR="00EA3B44" w:rsidRPr="00230050" w:rsidRDefault="00EA3B44" w:rsidP="00573FEE">
      <w:pPr>
        <w:pStyle w:val="Heading2"/>
        <w:shd w:val="clear" w:color="auto" w:fill="FFFFFF"/>
        <w:spacing w:before="0" w:beforeAutospacing="0" w:after="0" w:afterAutospacing="0"/>
        <w:ind w:firstLine="720"/>
        <w:jc w:val="both"/>
        <w:rPr>
          <w:b w:val="0"/>
          <w:sz w:val="24"/>
          <w:szCs w:val="24"/>
        </w:rPr>
      </w:pPr>
      <w:r>
        <w:rPr>
          <w:b w:val="0"/>
          <w:sz w:val="28"/>
          <w:szCs w:val="28"/>
        </w:rPr>
        <w:br w:type="page"/>
      </w:r>
      <w:r w:rsidRPr="00230050">
        <w:rPr>
          <w:b w:val="0"/>
          <w:sz w:val="24"/>
          <w:szCs w:val="24"/>
        </w:rPr>
        <w:t xml:space="preserve">В связи с введением </w:t>
      </w:r>
      <w:r w:rsidRPr="00230050">
        <w:rPr>
          <w:b w:val="0"/>
          <w:sz w:val="24"/>
          <w:szCs w:val="24"/>
          <w:shd w:val="clear" w:color="auto" w:fill="FFFFFF"/>
        </w:rPr>
        <w:t xml:space="preserve">федеральной образовательной программы начального общего образования (Приказ Министерства просвещения Российской Федерации от 18.05.2023 №372 «Об утверждении федеральной образовательной программы начального общего образования»), федеральной образовательной программы основного общего образования (Приказ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образования»), федеральной образовательной программы среднего общего образования (Приказ Министерства просвещения Российской Федерации от 18.05.2023 №371 «Об утверждении федеральной образовательной программы среднего общего образования») в рабочие программы учебных предметов, курсов, разработанных в соответствии с ФГОС НОО (Приказ </w:t>
      </w:r>
      <w:r w:rsidRPr="00230050">
        <w:rPr>
          <w:b w:val="0"/>
          <w:sz w:val="24"/>
          <w:szCs w:val="24"/>
        </w:rPr>
        <w:t>Министерства образования и науки РФ</w:t>
      </w:r>
      <w:r w:rsidRPr="00230050">
        <w:rPr>
          <w:b w:val="0"/>
          <w:sz w:val="24"/>
          <w:szCs w:val="24"/>
          <w:shd w:val="clear" w:color="auto" w:fill="FFFFFF"/>
        </w:rPr>
        <w:t xml:space="preserve"> от 06.10.2009 №373 «Об утверждении и введении в действие федерального государственного образовательного стандарта начального общего образования»), ФГОС ООО (</w:t>
      </w:r>
      <w:r w:rsidRPr="00230050">
        <w:rPr>
          <w:b w:val="0"/>
          <w:sz w:val="24"/>
          <w:szCs w:val="24"/>
        </w:rPr>
        <w:t>Приказ Министерства образования и науки РФ от 17 декабря 2010 №1897 «Об утверждении федерального государственного образовательного стандарта основного общего образования»</w:t>
      </w:r>
      <w:r w:rsidRPr="00230050">
        <w:rPr>
          <w:b w:val="0"/>
          <w:sz w:val="24"/>
          <w:szCs w:val="24"/>
          <w:shd w:val="clear" w:color="auto" w:fill="FFFFFF"/>
        </w:rPr>
        <w:t xml:space="preserve">), ФГОС СОО (Приказ Министерства образования и науки РФ от 17.05.2012 №413 «Об утверждении федерального </w:t>
      </w:r>
      <w:r w:rsidRPr="00230050">
        <w:rPr>
          <w:b w:val="0"/>
          <w:sz w:val="24"/>
          <w:szCs w:val="24"/>
        </w:rPr>
        <w:t>государственного образовательного стандарта среднего общего образования») и Примерной основной образовательной программы НОО, ООО (одобрена решением федерального учебно-методического объединения по общему образованию, протокол от 08.04.2015 № 1/15), Примерной основной образовательной программы СОО (одобрена решением федерального учебно-методического объединения по общему образованию, протокол от 28.06.2016 № 2/16-з) внесены изменения:</w:t>
      </w:r>
    </w:p>
    <w:p w:rsidR="00EA3B44" w:rsidRPr="00230050" w:rsidRDefault="00EA3B44" w:rsidP="00230050">
      <w:pPr>
        <w:pStyle w:val="ListParagraph"/>
        <w:keepNext/>
        <w:keepLines/>
        <w:shd w:val="clear" w:color="auto" w:fill="FFFFFF"/>
        <w:spacing w:after="0"/>
        <w:ind w:left="0" w:firstLine="720"/>
        <w:jc w:val="both"/>
        <w:outlineLvl w:val="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230050">
        <w:rPr>
          <w:rFonts w:ascii="Times New Roman" w:hAnsi="Times New Roman"/>
          <w:sz w:val="24"/>
          <w:szCs w:val="24"/>
        </w:rPr>
        <w:t xml:space="preserve">В содержание рабочей программы по учебному  предмету «Музыка»; </w:t>
      </w:r>
    </w:p>
    <w:p w:rsidR="00EA3B44" w:rsidRPr="00230050" w:rsidRDefault="00EA3B44" w:rsidP="00230050">
      <w:pPr>
        <w:ind w:firstLine="720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230050">
        <w:rPr>
          <w:rFonts w:ascii="Times New Roman" w:hAnsi="Times New Roman"/>
          <w:sz w:val="24"/>
          <w:szCs w:val="24"/>
        </w:rPr>
        <w:t>2. В планируемые результаты рабочей программы по учебному  предмету «Музыка».</w:t>
      </w:r>
    </w:p>
    <w:p w:rsidR="00EA3B44" w:rsidRPr="009F673B" w:rsidRDefault="00EA3B44" w:rsidP="009F673B">
      <w:pPr>
        <w:pStyle w:val="Heading2"/>
        <w:spacing w:before="0" w:beforeAutospacing="0" w:after="0" w:afterAutospacing="0"/>
        <w:jc w:val="right"/>
        <w:rPr>
          <w:b w:val="0"/>
          <w:sz w:val="24"/>
          <w:szCs w:val="24"/>
        </w:rPr>
      </w:pPr>
      <w:r w:rsidRPr="00230050">
        <w:rPr>
          <w:b w:val="0"/>
          <w:sz w:val="24"/>
          <w:szCs w:val="24"/>
        </w:rPr>
        <w:br w:type="page"/>
      </w:r>
      <w:r w:rsidRPr="009F673B">
        <w:rPr>
          <w:b w:val="0"/>
          <w:sz w:val="24"/>
          <w:szCs w:val="24"/>
        </w:rPr>
        <w:t>Приложение 1</w:t>
      </w:r>
    </w:p>
    <w:p w:rsidR="00EA3B44" w:rsidRPr="009F673B" w:rsidRDefault="00EA3B44" w:rsidP="009F673B">
      <w:pPr>
        <w:pStyle w:val="Heading3"/>
        <w:shd w:val="clear" w:color="auto" w:fill="FFFFFF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</w:p>
    <w:p w:rsidR="00EA3B44" w:rsidRPr="009F673B" w:rsidRDefault="00EA3B44" w:rsidP="009F673B">
      <w:pPr>
        <w:pStyle w:val="Heading3"/>
        <w:shd w:val="clear" w:color="auto" w:fill="FFFFFF"/>
        <w:spacing w:before="0" w:line="240" w:lineRule="auto"/>
        <w:jc w:val="center"/>
        <w:rPr>
          <w:rFonts w:ascii="Times New Roman" w:hAnsi="Times New Roman"/>
          <w:bCs w:val="0"/>
          <w:color w:val="auto"/>
          <w:sz w:val="24"/>
          <w:szCs w:val="24"/>
        </w:rPr>
      </w:pPr>
      <w:r w:rsidRPr="009F673B">
        <w:rPr>
          <w:rFonts w:ascii="Times New Roman" w:hAnsi="Times New Roman"/>
          <w:color w:val="auto"/>
          <w:sz w:val="24"/>
          <w:szCs w:val="24"/>
        </w:rPr>
        <w:t>Изменения, внесенные в содержание рабочей программы по учебному предмету «Музыка» в соответствии с ф</w:t>
      </w:r>
      <w:r w:rsidRPr="009F673B">
        <w:rPr>
          <w:rFonts w:ascii="Times New Roman" w:hAnsi="Times New Roman"/>
          <w:bCs w:val="0"/>
          <w:color w:val="auto"/>
          <w:sz w:val="24"/>
          <w:szCs w:val="24"/>
        </w:rPr>
        <w:t>едеральной рабочей программой основного общего образования предмета «Музыка»</w:t>
      </w:r>
    </w:p>
    <w:p w:rsidR="00EA3B44" w:rsidRPr="009F673B" w:rsidRDefault="00EA3B44" w:rsidP="009F673B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EA3B44" w:rsidRPr="009F673B" w:rsidRDefault="00EA3B44" w:rsidP="009F67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b/>
          <w:color w:val="000000"/>
          <w:sz w:val="24"/>
          <w:szCs w:val="24"/>
        </w:rPr>
        <w:t>СОДЕРЖАНИЕ ОБУЧЕНИЯ</w:t>
      </w:r>
    </w:p>
    <w:p w:rsidR="00EA3B44" w:rsidRPr="009F673B" w:rsidRDefault="00EA3B44" w:rsidP="009F673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b/>
          <w:color w:val="000000"/>
          <w:sz w:val="24"/>
          <w:szCs w:val="24"/>
        </w:rPr>
        <w:t>Модуль «Народная музыка России»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EA3B44" w:rsidRPr="009F673B" w:rsidRDefault="00EA3B44" w:rsidP="009F67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b/>
          <w:color w:val="000000"/>
          <w:sz w:val="24"/>
          <w:szCs w:val="24"/>
        </w:rPr>
        <w:t>Край, в котором ты живёшь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Содержание: Музыкальные традиции малой Родины. Песни, обряды, музыкальные инструменты.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 xml:space="preserve">диалог с учителем о музыкальных традициях своего родного края; 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EA3B44" w:rsidRPr="009F673B" w:rsidRDefault="00EA3B44" w:rsidP="009F67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b/>
          <w:color w:val="000000"/>
          <w:sz w:val="24"/>
          <w:szCs w:val="24"/>
        </w:rPr>
        <w:t>Русский фольклор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разучивание, исполнение русских народных песен разных жанров;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сочинение мелодий, вокальная импровизация на основе текстов игрового детского фольклора;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EA3B44" w:rsidRPr="009F673B" w:rsidRDefault="00EA3B44" w:rsidP="009F67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b/>
          <w:color w:val="000000"/>
          <w:sz w:val="24"/>
          <w:szCs w:val="24"/>
        </w:rPr>
        <w:t>Русские народные музыкальные инструменты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знакомство с внешним видом, особенностями исполнения и звучания русских народных инструментов;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определение на слух тембров инструментов;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классификация на группы духовых, ударных, струнных;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музыкальная викторина на знание тембров народных инструментов;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двигательная игра – импровизация-подражание игре на музыкальных инструментах;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EA3B44" w:rsidRPr="009F673B" w:rsidRDefault="00EA3B44" w:rsidP="009F67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b/>
          <w:color w:val="000000"/>
          <w:sz w:val="24"/>
          <w:szCs w:val="24"/>
        </w:rPr>
        <w:t>Сказки, мифы и легенды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Содержание: Народные сказители. Русские народные сказания, былины. Сказки и легенды о музыке и музыкантах.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знакомство с манерой сказывания нараспев;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слушание сказок, былин, эпических сказаний, рассказываемых нараспев;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в инструментальной музыке определение на слух музыкальных интонаций речитативного характера;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создание иллюстраций к прослушанным музыкальным и литературным произведениям;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EA3B44" w:rsidRPr="009F673B" w:rsidRDefault="00EA3B44" w:rsidP="009F67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b/>
          <w:color w:val="000000"/>
          <w:sz w:val="24"/>
          <w:szCs w:val="24"/>
        </w:rPr>
        <w:t>Жанры музыкального фольклора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определение тембра музыкальных инструментов, отнесение к одной из групп (духовые, ударные, струнные);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импровизации, сочинение к ним ритмических аккомпанементов (звучащими жестами, на ударных инструментах);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EA3B44" w:rsidRPr="009F673B" w:rsidRDefault="00EA3B44" w:rsidP="009F67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b/>
          <w:color w:val="000000"/>
          <w:sz w:val="24"/>
          <w:szCs w:val="24"/>
        </w:rPr>
        <w:t>Народные праздники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вариативно: просмотр фильма (мультфильма), рассказывающего о символике фольклорного праздника;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посещение театра, театрализованного представления;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участие в народных гуляньях на улицах родного города, посёлка.</w:t>
      </w:r>
    </w:p>
    <w:p w:rsidR="00EA3B44" w:rsidRPr="009F673B" w:rsidRDefault="00EA3B44" w:rsidP="009F67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b/>
          <w:color w:val="000000"/>
          <w:sz w:val="24"/>
          <w:szCs w:val="24"/>
        </w:rPr>
        <w:t>Первые артисты, народный театр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Содержание: Скоморохи. Ярмарочный балаган. Вертеп.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чтение учебных, справочных текстов по теме;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диалог с учителем;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разучивание, исполнение скоморошин;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EA3B44" w:rsidRPr="009F673B" w:rsidRDefault="00EA3B44" w:rsidP="009F67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b/>
          <w:color w:val="000000"/>
          <w:sz w:val="24"/>
          <w:szCs w:val="24"/>
        </w:rPr>
        <w:t>Фольклор народов России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знакомство с особенностями музыкального фольклора различных народностей Российской Федерации;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разучивание песен, танцев, импровизация ритмических аккомпанементов на ударных инструментах;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EA3B44" w:rsidRPr="009F673B" w:rsidRDefault="00EA3B44" w:rsidP="009F67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b/>
          <w:color w:val="000000"/>
          <w:sz w:val="24"/>
          <w:szCs w:val="24"/>
        </w:rPr>
        <w:t>Фольклор в творчестве профессиональных музыкантов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 xml:space="preserve">диалог с учителем о значении фольклористики; 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чтение учебных, популярных текстов о собирателях фольклора;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слушание музыки, созданной композиторами на основе народных жанров и интонаций;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определение приёмов обработки, развития народных мелодий;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разучивание, исполнение народных песен в композиторской обработке;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сравнение звучания одних и тех же мелодий в народном и композиторском варианте;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обсуждение аргументированных оценочных суждений на основе сравнения;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EA3B44" w:rsidRPr="00DD4FD3" w:rsidRDefault="00EA3B44" w:rsidP="00DD4FD3">
      <w:pPr>
        <w:spacing w:after="0"/>
        <w:ind w:left="120"/>
        <w:rPr>
          <w:sz w:val="24"/>
          <w:szCs w:val="24"/>
        </w:rPr>
      </w:pPr>
      <w:r w:rsidRPr="00DD4FD3">
        <w:rPr>
          <w:rFonts w:ascii="Times New Roman" w:hAnsi="Times New Roman"/>
          <w:b/>
          <w:color w:val="000000"/>
          <w:sz w:val="24"/>
          <w:szCs w:val="24"/>
        </w:rPr>
        <w:t>Модуль «Музыка народов мира»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EA3B44" w:rsidRPr="00DD4FD3" w:rsidRDefault="00EA3B44" w:rsidP="00DD4FD3">
      <w:pPr>
        <w:spacing w:after="0" w:line="264" w:lineRule="auto"/>
        <w:ind w:left="120"/>
        <w:jc w:val="both"/>
        <w:rPr>
          <w:sz w:val="24"/>
          <w:szCs w:val="24"/>
        </w:rPr>
      </w:pPr>
      <w:r w:rsidRPr="00DD4FD3">
        <w:rPr>
          <w:rFonts w:ascii="Times New Roman" w:hAnsi="Times New Roman"/>
          <w:b/>
          <w:color w:val="000000"/>
          <w:sz w:val="24"/>
          <w:szCs w:val="24"/>
        </w:rPr>
        <w:t>Певец своего народа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знакомство с творчеством композиторов;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сравнение их сочинений с народной музыкой;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определение формы, принципа развития фольклорного музыкального материала;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вокализация наиболее ярких тем инструментальных сочинений;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разучивание, исполнение доступных вокальных сочинений;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творческие, исследовательские проекты, посвящённые выдающимся композиторам.</w:t>
      </w:r>
    </w:p>
    <w:p w:rsidR="00EA3B44" w:rsidRPr="00DD4FD3" w:rsidRDefault="00EA3B44" w:rsidP="00DD4FD3">
      <w:pPr>
        <w:spacing w:after="0" w:line="264" w:lineRule="auto"/>
        <w:ind w:left="120"/>
        <w:jc w:val="both"/>
        <w:rPr>
          <w:sz w:val="24"/>
          <w:szCs w:val="24"/>
        </w:rPr>
      </w:pPr>
      <w:r w:rsidRPr="00DD4FD3">
        <w:rPr>
          <w:rFonts w:ascii="Times New Roman" w:hAnsi="Times New Roman"/>
          <w:b/>
          <w:color w:val="000000"/>
          <w:sz w:val="24"/>
          <w:szCs w:val="24"/>
        </w:rPr>
        <w:t xml:space="preserve">Музыка стран ближнего зарубежья 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знакомство с особенностями музыкального фольклора народов других стран;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определение характерных черт, типичных элементов музыкального языка (ритм, лад, интонации);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знакомство с внешним видом, особенностями исполнения и звучания народных инструментов;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определение на слух тембров инструментов;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классификация на группы духовых, ударных, струнных;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музыкальная викторина на знание тембров народных инструментов;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двигательная игра – импровизация-подражание игре на музыкальных инструментах;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сравнение интонаций, жанров, ладов, инструментов других народовс фольклорными элементами народов России;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EA3B44" w:rsidRPr="00DD4FD3" w:rsidRDefault="00EA3B44" w:rsidP="00DD4FD3">
      <w:pPr>
        <w:spacing w:after="0" w:line="264" w:lineRule="auto"/>
        <w:ind w:left="120"/>
        <w:jc w:val="both"/>
        <w:rPr>
          <w:sz w:val="24"/>
          <w:szCs w:val="24"/>
        </w:rPr>
      </w:pPr>
      <w:r w:rsidRPr="00DD4FD3">
        <w:rPr>
          <w:rFonts w:ascii="Times New Roman" w:hAnsi="Times New Roman"/>
          <w:b/>
          <w:color w:val="000000"/>
          <w:sz w:val="24"/>
          <w:szCs w:val="24"/>
        </w:rPr>
        <w:t>Музыка стран дальнего зарубежья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 xml:space="preserve">Смешение традиций и культур в музыке Северной Америки. 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знакомство с особенностями музыкального фольклора народов других стран;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определение характерных черт, типичных элементов музыкального языка (ритм, лад, интонации);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знакомство с внешним видом, особенностями исполнения и звучания народных инструментов;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определение на слух тембров инструментов;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классификация на группы духовых, ударных, струнных;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музыкальная викторина на знание тембров народных инструментов;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двигательная игра – импровизация-подражание игре на музыкальных инструментах;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EA3B44" w:rsidRPr="00DD4FD3" w:rsidRDefault="00EA3B44" w:rsidP="00DD4FD3">
      <w:pPr>
        <w:spacing w:after="0" w:line="264" w:lineRule="auto"/>
        <w:ind w:left="120"/>
        <w:jc w:val="both"/>
        <w:rPr>
          <w:sz w:val="24"/>
          <w:szCs w:val="24"/>
        </w:rPr>
      </w:pPr>
      <w:r w:rsidRPr="00DD4FD3">
        <w:rPr>
          <w:rFonts w:ascii="Times New Roman" w:hAnsi="Times New Roman"/>
          <w:b/>
          <w:color w:val="000000"/>
          <w:sz w:val="24"/>
          <w:szCs w:val="24"/>
        </w:rPr>
        <w:t>Диалог культур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знакомство с творчеством композиторов;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сравнение их сочинений с народной музыкой;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определение формы, принципа развития фольклорного музыкального материала;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вокализация наиболее ярких тем инструментальных сочинений;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разучивание, исполнение доступных вокальных сочинений;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творческие, исследовательские проекты, посвящённые выдающимся композиторам.</w:t>
      </w:r>
    </w:p>
    <w:p w:rsidR="00EA3B44" w:rsidRPr="009F673B" w:rsidRDefault="00EA3B44" w:rsidP="009F673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b/>
          <w:color w:val="000000"/>
          <w:sz w:val="24"/>
          <w:szCs w:val="24"/>
        </w:rPr>
        <w:t>Модуль  «Современная музыкальная культура»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EA3B44" w:rsidRPr="009F673B" w:rsidRDefault="00EA3B44" w:rsidP="009F67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b/>
          <w:color w:val="000000"/>
          <w:sz w:val="24"/>
          <w:szCs w:val="24"/>
        </w:rPr>
        <w:t>Современные обработки классической музыки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различение музыки классической и её современной обработки;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слушание обработок классической музыки, сравнение их с оригиналом;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обсуждение комплекса выразительных средств, наблюдение за изменением характера музыки;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вокальное исполнение классических тем в сопровождении современного ритмизованного аккомпанемента;</w:t>
      </w:r>
    </w:p>
    <w:p w:rsidR="00EA3B44" w:rsidRPr="009F673B" w:rsidRDefault="00EA3B44" w:rsidP="009F67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b/>
          <w:color w:val="000000"/>
          <w:sz w:val="24"/>
          <w:szCs w:val="24"/>
        </w:rPr>
        <w:t>Джаз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знакомство с творчеством джазовых музыкантов;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узнавание, различение на слух джазовых композиций в отличие от других музыкальных стилей и направлений;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определение на слух тембров музыкальных инструментов, исполняющих джазовую композицию;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EA3B44" w:rsidRPr="009F673B" w:rsidRDefault="00EA3B44" w:rsidP="009F67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b/>
          <w:color w:val="000000"/>
          <w:sz w:val="24"/>
          <w:szCs w:val="24"/>
        </w:rPr>
        <w:t>Исполнители современной музыки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Содержание: Творчество одного или нескольких исполнителей современной музыки, популярных у молодёжи.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просмотр видеоклипов современных исполнителей;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сравнение их композиций с другими направлениями и стилями (классикой, духовной, народной музыкой);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EA3B44" w:rsidRPr="009F673B" w:rsidRDefault="00EA3B44" w:rsidP="009F67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b/>
          <w:color w:val="000000"/>
          <w:sz w:val="24"/>
          <w:szCs w:val="24"/>
        </w:rPr>
        <w:t>Электронные музыкальные инструменты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слушание музыкальных композиций в исполнении на электронных музыкальных инструментах;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сравнение их звучания с акустическими инструментами, обсуждение результатов сравнения;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подбор электронных тембров для создания музыки к фантастическому фильму;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 w:rsidR="00EA3B44" w:rsidRPr="009F673B" w:rsidRDefault="00EA3B44" w:rsidP="009F673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b/>
          <w:color w:val="000000"/>
          <w:sz w:val="24"/>
          <w:szCs w:val="24"/>
        </w:rPr>
        <w:t>Модуль «Музыкальная грамота»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EA3B44" w:rsidRPr="009F673B" w:rsidRDefault="00EA3B44" w:rsidP="009F67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b/>
          <w:color w:val="000000"/>
          <w:sz w:val="24"/>
          <w:szCs w:val="24"/>
        </w:rPr>
        <w:t>Ритмические рисунки в размере 6/8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Содержание: Размер 6/8. Нота с точкой. Шестнадцатые. Пунктирный ритм.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определение на слух, прослеживание по нотной записи ритмических рисунков в размере 6/8;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исполнение, импровизация с помощью звучащих жестов (хлопки, шлепки, притопы) и (или) ударных инструментов;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игра «Ритмическое эхо», прохлопывание ритма по ритмическим карточкам, проговаривание ритмослогами;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разучивание, исполнение на ударных инструментах ритмической партитуры;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EA3B44" w:rsidRPr="009F673B" w:rsidRDefault="00EA3B44" w:rsidP="009F67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3B44" w:rsidRPr="009F673B" w:rsidRDefault="00EA3B44" w:rsidP="009F6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sz w:val="24"/>
          <w:szCs w:val="24"/>
        </w:rPr>
        <w:br w:type="page"/>
        <w:t>Приложение 2</w:t>
      </w:r>
    </w:p>
    <w:p w:rsidR="00EA3B44" w:rsidRPr="009F673B" w:rsidRDefault="00EA3B44" w:rsidP="009F673B">
      <w:pPr>
        <w:pStyle w:val="Heading3"/>
        <w:shd w:val="clear" w:color="auto" w:fill="FFFFFF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</w:p>
    <w:p w:rsidR="00EA3B44" w:rsidRPr="00DD4FD3" w:rsidRDefault="00EA3B44" w:rsidP="009F67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4FD3">
        <w:rPr>
          <w:rFonts w:ascii="Times New Roman" w:hAnsi="Times New Roman"/>
          <w:b/>
          <w:sz w:val="24"/>
          <w:szCs w:val="24"/>
        </w:rPr>
        <w:t>Изменения, внесенные в планируемые результаты рабочей программы по учебному предмету «Музыка» в соответствии с федеральной рабочей программой основного общего образования предмета «Музыка»</w:t>
      </w:r>
    </w:p>
    <w:p w:rsidR="00EA3B44" w:rsidRDefault="00EA3B44" w:rsidP="009F673B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EA3B44" w:rsidRPr="009F673B" w:rsidRDefault="00EA3B44" w:rsidP="009F67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b/>
          <w:color w:val="000000"/>
          <w:sz w:val="24"/>
          <w:szCs w:val="24"/>
        </w:rPr>
        <w:t xml:space="preserve">1) в области гражданско-патриотического воспитания: 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осознание российской гражданской идентичности;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проявление интереса к освоению музыкальных традиций своего края, музыкальной культуры народов России;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уважение к достижениям отечественных мастеров культуры;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стремление участвовать в творческой жизни своей школы, города, республики.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b/>
          <w:color w:val="000000"/>
          <w:sz w:val="24"/>
          <w:szCs w:val="24"/>
        </w:rPr>
        <w:t>2) в области духовно-нравственного воспитания: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признание индивидуальности каждого человека;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проявление сопереживания, уважения и доброжелательности;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b/>
          <w:color w:val="000000"/>
          <w:sz w:val="24"/>
          <w:szCs w:val="24"/>
        </w:rPr>
        <w:t>3) в области эстетического воспитания: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восприимчивость к различным видам искусства, музыкальным традициям и творчеству своего и других народов;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умение видеть прекрасное в жизни, наслаждаться красотой;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стремление к самовыражению в разных видах искусства.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b/>
          <w:color w:val="000000"/>
          <w:sz w:val="24"/>
          <w:szCs w:val="24"/>
        </w:rPr>
        <w:t xml:space="preserve">4) в области научного познания: 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первоначальные представления о единстве и особенностях художественной и научной картины мира;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познании.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b/>
          <w:color w:val="000000"/>
          <w:sz w:val="24"/>
          <w:szCs w:val="24"/>
        </w:rPr>
        <w:t>5) в области физического воспитания, формирования культуры здоровья и эмоционального благополучия: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профилактика умственного и физического утомления с использованием возможностей музыкотерапии.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b/>
          <w:color w:val="000000"/>
          <w:sz w:val="24"/>
          <w:szCs w:val="24"/>
        </w:rPr>
        <w:t>6) в области трудового воспитания: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установка на посильное активное участие в практической деятельности;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трудолюбие в учёбе, настойчивость в достижении поставленных целей;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интерес к практическому изучению профессий в сфере культуры и искусства;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уважение к труду и результатам трудовой деятельности.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b/>
          <w:color w:val="000000"/>
          <w:sz w:val="24"/>
          <w:szCs w:val="24"/>
        </w:rPr>
        <w:t>7) в области экологического воспитания: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бережное отношение к природе; неприятие действий, приносящих ей вред.</w:t>
      </w:r>
    </w:p>
    <w:p w:rsidR="00EA3B44" w:rsidRPr="009F673B" w:rsidRDefault="00EA3B44" w:rsidP="009F67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Toc139972685"/>
      <w:bookmarkEnd w:id="0"/>
      <w:r w:rsidRPr="009F673B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EA3B44" w:rsidRPr="009F673B" w:rsidRDefault="00EA3B44" w:rsidP="009F67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b/>
          <w:color w:val="000000"/>
          <w:sz w:val="24"/>
          <w:szCs w:val="24"/>
        </w:rPr>
        <w:t>Овладение универсальными познавательными действиями</w:t>
      </w:r>
      <w:r w:rsidRPr="009F673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b/>
          <w:color w:val="000000"/>
          <w:sz w:val="24"/>
          <w:szCs w:val="24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9F673B">
        <w:rPr>
          <w:rFonts w:ascii="Times New Roman" w:hAnsi="Times New Roman"/>
          <w:color w:val="000000"/>
          <w:sz w:val="24"/>
          <w:szCs w:val="24"/>
        </w:rPr>
        <w:t>: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b/>
          <w:color w:val="000000"/>
          <w:sz w:val="24"/>
          <w:szCs w:val="24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9F673B">
        <w:rPr>
          <w:rFonts w:ascii="Times New Roman" w:hAnsi="Times New Roman"/>
          <w:color w:val="000000"/>
          <w:sz w:val="24"/>
          <w:szCs w:val="24"/>
        </w:rPr>
        <w:t>: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b/>
          <w:color w:val="000000"/>
          <w:sz w:val="24"/>
          <w:szCs w:val="24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9F673B">
        <w:rPr>
          <w:rFonts w:ascii="Times New Roman" w:hAnsi="Times New Roman"/>
          <w:color w:val="000000"/>
          <w:sz w:val="24"/>
          <w:szCs w:val="24"/>
        </w:rPr>
        <w:t>: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выбирать источник получения информации;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анализировать текстовую, видео-, графическую, звуковую, информацию в соответствии с учебной задачей;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анализировать музыкальные тексты (акустические и нотные)по предложенному учителем алгоритму;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b/>
          <w:color w:val="000000"/>
          <w:sz w:val="24"/>
          <w:szCs w:val="24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9F673B">
        <w:rPr>
          <w:rFonts w:ascii="Times New Roman" w:hAnsi="Times New Roman"/>
          <w:color w:val="000000"/>
          <w:sz w:val="24"/>
          <w:szCs w:val="24"/>
        </w:rPr>
        <w:t>: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b/>
          <w:color w:val="000000"/>
          <w:sz w:val="24"/>
          <w:szCs w:val="24"/>
        </w:rPr>
        <w:t>1) невербальная коммуникация: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выступать перед публикой в качестве исполнителя музыки (соло или в коллективе);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b/>
          <w:color w:val="000000"/>
          <w:sz w:val="24"/>
          <w:szCs w:val="24"/>
        </w:rPr>
        <w:t>2) вербальная коммуникация: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готовить небольшие публичные выступления;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b/>
          <w:color w:val="000000"/>
          <w:sz w:val="24"/>
          <w:szCs w:val="24"/>
        </w:rPr>
        <w:t>3) совместная деятельность (сотрудничество):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ответственно выполнять свою часть работы; оценивать свой вклад в общий результат;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выполнять совместные проектные, творческие задания с опорой на предложенные образцы.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b/>
          <w:color w:val="000000"/>
          <w:sz w:val="24"/>
          <w:szCs w:val="24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9F673B">
        <w:rPr>
          <w:rFonts w:ascii="Times New Roman" w:hAnsi="Times New Roman"/>
          <w:color w:val="000000"/>
          <w:sz w:val="24"/>
          <w:szCs w:val="24"/>
        </w:rPr>
        <w:t>: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b/>
          <w:color w:val="000000"/>
          <w:sz w:val="24"/>
          <w:szCs w:val="24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9F673B">
        <w:rPr>
          <w:rFonts w:ascii="Times New Roman" w:hAnsi="Times New Roman"/>
          <w:color w:val="000000"/>
          <w:sz w:val="24"/>
          <w:szCs w:val="24"/>
        </w:rPr>
        <w:t>: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устанавливать причины успеха (неудач) учебной деятельности;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корректировать свои учебные действия для преодоления ошибок.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EA3B44" w:rsidRPr="009F673B" w:rsidRDefault="00EA3B44" w:rsidP="009F67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Toc139972686"/>
      <w:bookmarkEnd w:id="1"/>
      <w:r w:rsidRPr="009F673B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EA3B44" w:rsidRPr="009F673B" w:rsidRDefault="00EA3B44" w:rsidP="009F67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b/>
          <w:color w:val="000000"/>
          <w:sz w:val="24"/>
          <w:szCs w:val="24"/>
        </w:rPr>
        <w:t>Обучающиеся, освоившие основную образовательную программу по музыке: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сознательно стремятся к развитию своих музыкальных способностей;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 xml:space="preserve">имеют опыт восприятия, творческой и исполнительской деятельности; 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с уважением относятся к достижениям отечественной музыкальной культуры;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стремятся к расширению своего музыкального кругозора.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b/>
          <w:color w:val="000000"/>
          <w:sz w:val="24"/>
          <w:szCs w:val="24"/>
        </w:rPr>
        <w:t>К концу изучения модуля «Народная музыка России» обучающийся научится: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определять на слух и называть знакомые народные музыкальные инструменты;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группировать народные музыкальные инструменты по принципу звукоизвлечения: духовые, ударные, струнные;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создавать ритмический аккомпанемент на ударных инструментахпри исполнении народной песни;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исполнять народные произведения различных жанров с сопровождением и без сопровождения;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b/>
          <w:color w:val="000000"/>
          <w:sz w:val="24"/>
          <w:szCs w:val="24"/>
        </w:rPr>
        <w:t>К концу изучения модуля «Музыка народов мира» обучающийся научится: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различать на слух и исполнять произведения народной и композиторской музыки других стран;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EA3B44" w:rsidRPr="00DD4FD3" w:rsidRDefault="00EA3B44" w:rsidP="00DD4FD3">
      <w:pPr>
        <w:spacing w:after="0" w:line="264" w:lineRule="auto"/>
        <w:ind w:firstLine="600"/>
        <w:jc w:val="both"/>
        <w:rPr>
          <w:sz w:val="24"/>
          <w:szCs w:val="24"/>
        </w:rPr>
      </w:pPr>
      <w:r w:rsidRPr="00DD4FD3">
        <w:rPr>
          <w:rFonts w:ascii="Times New Roman" w:hAnsi="Times New Roman"/>
          <w:color w:val="000000"/>
          <w:sz w:val="24"/>
          <w:szCs w:val="24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b/>
          <w:color w:val="000000"/>
          <w:sz w:val="24"/>
          <w:szCs w:val="24"/>
        </w:rPr>
        <w:t>К концу изучения модуля  «Современная музыкальная культура» обучающийся научится: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исполнять современные музыкальные произведения, соблюдая певческую культуру звука.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b/>
          <w:color w:val="000000"/>
          <w:sz w:val="24"/>
          <w:szCs w:val="24"/>
        </w:rPr>
        <w:t>К концу изучения модуля «Музыкальная грамота» обучающийся научится: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различать на слух принципы развития: повтор, контраст, варьирование;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ориентироваться в нотной записи в пределах певческого диапазона;</w:t>
      </w:r>
    </w:p>
    <w:p w:rsidR="00EA3B44" w:rsidRPr="009F673B" w:rsidRDefault="00EA3B44" w:rsidP="009F673B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9F673B">
        <w:rPr>
          <w:rFonts w:ascii="Times New Roman" w:hAnsi="Times New Roman"/>
          <w:color w:val="000000"/>
          <w:sz w:val="24"/>
          <w:szCs w:val="24"/>
        </w:rPr>
        <w:t>исполнять и создавать различные ритмические рисунки;</w:t>
      </w:r>
    </w:p>
    <w:p w:rsidR="00EA3B44" w:rsidRPr="009F673B" w:rsidRDefault="00EA3B44" w:rsidP="009F673B">
      <w:pPr>
        <w:pStyle w:val="Heading2"/>
        <w:shd w:val="clear" w:color="auto" w:fill="FFFFFF"/>
        <w:spacing w:before="0" w:beforeAutospacing="0" w:after="0" w:afterAutospacing="0"/>
        <w:jc w:val="both"/>
        <w:rPr>
          <w:sz w:val="24"/>
          <w:szCs w:val="24"/>
        </w:rPr>
      </w:pPr>
      <w:r w:rsidRPr="009F673B">
        <w:rPr>
          <w:color w:val="000000"/>
          <w:sz w:val="24"/>
          <w:szCs w:val="24"/>
        </w:rPr>
        <w:t>исполнять песни с простым мелодическим рисунком.</w:t>
      </w:r>
    </w:p>
    <w:sectPr w:rsidR="00EA3B44" w:rsidRPr="009F673B" w:rsidSect="00F7199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74D82"/>
    <w:multiLevelType w:val="hybridMultilevel"/>
    <w:tmpl w:val="C3541F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D614DCC"/>
    <w:multiLevelType w:val="hybridMultilevel"/>
    <w:tmpl w:val="28161AE4"/>
    <w:lvl w:ilvl="0" w:tplc="C14AD6B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70B7"/>
    <w:rsid w:val="00023EB7"/>
    <w:rsid w:val="00111EF2"/>
    <w:rsid w:val="00141BDF"/>
    <w:rsid w:val="001B71EB"/>
    <w:rsid w:val="001E12FC"/>
    <w:rsid w:val="00200EB6"/>
    <w:rsid w:val="00230050"/>
    <w:rsid w:val="0028474E"/>
    <w:rsid w:val="00294497"/>
    <w:rsid w:val="002A6125"/>
    <w:rsid w:val="002E201C"/>
    <w:rsid w:val="00363363"/>
    <w:rsid w:val="003E1969"/>
    <w:rsid w:val="00410AC1"/>
    <w:rsid w:val="00433D92"/>
    <w:rsid w:val="00470226"/>
    <w:rsid w:val="00483CDA"/>
    <w:rsid w:val="00565B2B"/>
    <w:rsid w:val="00573FEE"/>
    <w:rsid w:val="00591F59"/>
    <w:rsid w:val="005D5B73"/>
    <w:rsid w:val="006E0AC1"/>
    <w:rsid w:val="006F332E"/>
    <w:rsid w:val="007320C8"/>
    <w:rsid w:val="007701EE"/>
    <w:rsid w:val="007B3871"/>
    <w:rsid w:val="007C0043"/>
    <w:rsid w:val="009F673B"/>
    <w:rsid w:val="00A422FB"/>
    <w:rsid w:val="00A54E74"/>
    <w:rsid w:val="00A63AF4"/>
    <w:rsid w:val="00B146A7"/>
    <w:rsid w:val="00C06ED5"/>
    <w:rsid w:val="00C6239C"/>
    <w:rsid w:val="00C84F93"/>
    <w:rsid w:val="00C902A8"/>
    <w:rsid w:val="00D340EA"/>
    <w:rsid w:val="00DA6B12"/>
    <w:rsid w:val="00DB41D5"/>
    <w:rsid w:val="00DD4FD3"/>
    <w:rsid w:val="00E51EC4"/>
    <w:rsid w:val="00EA3B44"/>
    <w:rsid w:val="00EB5BD4"/>
    <w:rsid w:val="00EC70B7"/>
    <w:rsid w:val="00EE2A9E"/>
    <w:rsid w:val="00F2061C"/>
    <w:rsid w:val="00F65FF1"/>
    <w:rsid w:val="00F66C80"/>
    <w:rsid w:val="00F7199B"/>
    <w:rsid w:val="00FA023B"/>
    <w:rsid w:val="00FF1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1D5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C84F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320C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C84F93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320C8"/>
    <w:rPr>
      <w:rFonts w:ascii="Cambria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EB5BD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944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2926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6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14</Pages>
  <Words>4910</Words>
  <Characters>27991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Рассмотрено</dc:title>
  <dc:subject/>
  <dc:creator>Olesya</dc:creator>
  <cp:keywords/>
  <dc:description/>
  <cp:lastModifiedBy>user</cp:lastModifiedBy>
  <cp:revision>4</cp:revision>
  <cp:lastPrinted>2023-09-26T02:21:00Z</cp:lastPrinted>
  <dcterms:created xsi:type="dcterms:W3CDTF">2023-09-27T04:40:00Z</dcterms:created>
  <dcterms:modified xsi:type="dcterms:W3CDTF">2023-09-28T03:58:00Z</dcterms:modified>
</cp:coreProperties>
</file>